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834945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834945">
        <w:rPr>
          <w:rFonts w:hint="eastAsia"/>
        </w:rPr>
        <w:t>否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834945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r w:rsidR="00834945">
        <w:rPr>
          <w:rFonts w:hint="eastAsia"/>
        </w:rPr>
        <w:t>西班牙语</w:t>
      </w:r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834945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5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834945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5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34945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B4F98-2F9D-4A08-85DB-D6B72EE1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AutoBVT</cp:lastModifiedBy>
  <cp:revision>18</cp:revision>
  <dcterms:created xsi:type="dcterms:W3CDTF">2017-03-23T06:52:00Z</dcterms:created>
  <dcterms:modified xsi:type="dcterms:W3CDTF">2017-11-22T03:17:00Z</dcterms:modified>
</cp:coreProperties>
</file>